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内蒙古自治区职业健康大使推荐表</w:t>
      </w:r>
    </w:p>
    <w:p>
      <w:p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填报单位：                                       日期：     年  月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1185"/>
        <w:gridCol w:w="1125"/>
        <w:gridCol w:w="1414"/>
        <w:gridCol w:w="1316"/>
        <w:gridCol w:w="1410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top w:val="single" w:color="000000" w:sz="12" w:space="0"/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118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14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10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5" w:type="dxa"/>
            <w:vMerge w:val="restart"/>
            <w:tcBorders>
              <w:top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55" w:type="dxa"/>
            <w:vMerge w:val="continue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技术职称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参加工作时间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健康情况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55" w:type="dxa"/>
            <w:vMerge w:val="continue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身份证号码</w:t>
            </w:r>
          </w:p>
        </w:tc>
        <w:tc>
          <w:tcPr>
            <w:tcW w:w="6450" w:type="dxa"/>
            <w:gridSpan w:val="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55" w:type="dxa"/>
            <w:vMerge w:val="continue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户籍地址</w:t>
            </w:r>
          </w:p>
        </w:tc>
        <w:tc>
          <w:tcPr>
            <w:tcW w:w="8405" w:type="dxa"/>
            <w:gridSpan w:val="6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8405" w:type="dxa"/>
            <w:gridSpan w:val="6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2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3365" w:type="dxa"/>
            <w:gridSpan w:val="2"/>
            <w:tcBorders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6" w:hRule="exact"/>
          <w:jc w:val="center"/>
        </w:trPr>
        <w:tc>
          <w:tcPr>
            <w:tcW w:w="1333" w:type="dxa"/>
            <w:tcBorders>
              <w:left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学习工作经历</w:t>
            </w:r>
          </w:p>
        </w:tc>
        <w:tc>
          <w:tcPr>
            <w:tcW w:w="8405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2" w:hRule="exact"/>
          <w:jc w:val="center"/>
        </w:trPr>
        <w:tc>
          <w:tcPr>
            <w:tcW w:w="1333" w:type="dxa"/>
            <w:tcBorders>
              <w:top w:val="single" w:color="000000" w:sz="12" w:space="0"/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个人事迹及证明材料</w:t>
            </w:r>
          </w:p>
        </w:tc>
        <w:tc>
          <w:tcPr>
            <w:tcW w:w="8405" w:type="dxa"/>
            <w:gridSpan w:val="6"/>
            <w:tcBorders>
              <w:top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exact"/>
          <w:jc w:val="center"/>
        </w:trPr>
        <w:tc>
          <w:tcPr>
            <w:tcW w:w="1333" w:type="dxa"/>
            <w:tcBorders>
              <w:lef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推荐单位意见</w:t>
            </w:r>
          </w:p>
        </w:tc>
        <w:tc>
          <w:tcPr>
            <w:tcW w:w="8405" w:type="dxa"/>
            <w:gridSpan w:val="6"/>
            <w:tcBorders>
              <w:right w:val="single" w:color="000000" w:sz="1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单位负责人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签字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盖章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）：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      </w:t>
            </w:r>
          </w:p>
          <w:p>
            <w:pPr>
              <w:wordWrap w:val="0"/>
              <w:jc w:val="right"/>
              <w:rPr>
                <w:rFonts w:hint="default" w:ascii="宋体" w:hAnsi="宋体" w:eastAsia="仿宋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年   月   日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exact"/>
          <w:jc w:val="center"/>
        </w:trPr>
        <w:tc>
          <w:tcPr>
            <w:tcW w:w="1333" w:type="dxa"/>
            <w:tcBorders>
              <w:left w:val="single" w:color="000000" w:sz="12" w:space="0"/>
              <w:bottom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推荐单位党组织意见</w:t>
            </w:r>
          </w:p>
        </w:tc>
        <w:tc>
          <w:tcPr>
            <w:tcW w:w="8405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党组织负责人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签字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盖章</w:t>
            </w:r>
            <w:r>
              <w:rPr>
                <w:rFonts w:hint="eastAsia" w:ascii="仿宋" w:hAnsi="仿宋" w:eastAsia="仿宋"/>
                <w:sz w:val="30"/>
                <w:szCs w:val="30"/>
                <w:lang w:eastAsia="zh-CN"/>
              </w:rPr>
              <w:t>）：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      </w:t>
            </w:r>
          </w:p>
          <w:p>
            <w:pPr>
              <w:wordWrap w:val="0"/>
              <w:jc w:val="righ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年   月   日</w:t>
            </w: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 xml:space="preserve">            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03B8B"/>
    <w:rsid w:val="26322F31"/>
    <w:rsid w:val="2DEB303B"/>
    <w:rsid w:val="33FFEE52"/>
    <w:rsid w:val="3FA21C75"/>
    <w:rsid w:val="42F03B8B"/>
    <w:rsid w:val="61417FFF"/>
    <w:rsid w:val="63E62C0B"/>
    <w:rsid w:val="7EB036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wjw/C:\Users\70948\AppData\Roaming\Kingsoft\office6\templates\download\131ba1495ac8ea0a0fc2b7fbecfb557d\&#20010;&#20154;&#31616;&#20171;&#25512;&#33616;&#3492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个人简介推荐表.doc</Template>
  <Pages>2</Pages>
  <Words>138</Words>
  <Characters>138</Characters>
  <Lines>0</Lines>
  <Paragraphs>0</Paragraphs>
  <TotalTime>0</TotalTime>
  <ScaleCrop>false</ScaleCrop>
  <LinksUpToDate>false</LinksUpToDate>
  <CharactersWithSpaces>258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2025-03-19T11:51:00Z</dcterms:created>
  <dc:creator>侴晰文</dc:creator>
  <cp:lastModifiedBy>wjw</cp:lastModifiedBy>
  <dcterms:modified xsi:type="dcterms:W3CDTF">2025-03-19T15:28:33Z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KSOTemplateUUID">
    <vt:lpwstr>v1.0_mb_eR1Pr1e2tQX0PP3TF8DbpA==</vt:lpwstr>
  </property>
  <property fmtid="{D5CDD505-2E9C-101B-9397-08002B2CF9AE}" pid="4" name="ICV">
    <vt:lpwstr>3D47163DC56D42F2878B6D5F53C6632C_11</vt:lpwstr>
  </property>
  <property fmtid="{D5CDD505-2E9C-101B-9397-08002B2CF9AE}" pid="5" name="KSOTemplateDocerSaveRecord">
    <vt:lpwstr>eyJoZGlkIjoiYTcyZWRmNmRhOWIwMWE5YjYyMmFkMmEyNjAwNTM2MGYiLCJ1c2VySWQiOiIyOTYyMzgyNTYifQ==</vt:lpwstr>
  </property>
</Properties>
</file>